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92C" w:rsidRPr="00FF713E" w:rsidRDefault="00ED15F8" w:rsidP="003A103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B08FDD" wp14:editId="1F8BF1CC">
                <wp:simplePos x="0" y="0"/>
                <wp:positionH relativeFrom="column">
                  <wp:posOffset>1041991</wp:posOffset>
                </wp:positionH>
                <wp:positionV relativeFrom="paragraph">
                  <wp:posOffset>170121</wp:posOffset>
                </wp:positionV>
                <wp:extent cx="5315777" cy="2785376"/>
                <wp:effectExtent l="0" t="0" r="18415" b="15240"/>
                <wp:wrapNone/>
                <wp:docPr id="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5777" cy="27853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192C" w:rsidRPr="00ED15F8" w:rsidRDefault="00EB2561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sz w:val="40"/>
                                <w:szCs w:val="40"/>
                              </w:rPr>
                            </w:pPr>
                            <w:r w:rsidRPr="00ED15F8">
                              <w:rPr>
                                <w:rFonts w:ascii="Trebuchet MS" w:hAnsi="Trebuchet MS" w:cs="Lucida Sans"/>
                                <w:sz w:val="40"/>
                                <w:szCs w:val="40"/>
                              </w:rPr>
                              <w:t xml:space="preserve">Integrity Clinical </w:t>
                            </w:r>
                            <w:r w:rsidR="00FA192C" w:rsidRPr="00ED15F8">
                              <w:rPr>
                                <w:rFonts w:ascii="Trebuchet MS" w:hAnsi="Trebuchet MS" w:cs="Lucida Sans"/>
                                <w:sz w:val="40"/>
                                <w:szCs w:val="40"/>
                              </w:rPr>
                              <w:t>Consulting</w:t>
                            </w:r>
                            <w:r w:rsidRPr="00ED15F8">
                              <w:rPr>
                                <w:rFonts w:ascii="Trebuchet MS" w:hAnsi="Trebuchet MS" w:cs="Lucida Sans"/>
                                <w:sz w:val="40"/>
                                <w:szCs w:val="40"/>
                              </w:rPr>
                              <w:t xml:space="preserve"> and Training LLC</w:t>
                            </w:r>
                          </w:p>
                          <w:p w:rsidR="00EB2561" w:rsidRPr="002354CE" w:rsidRDefault="00EB2561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color w:val="F8FFFC"/>
                                <w:sz w:val="28"/>
                                <w:szCs w:val="28"/>
                              </w:rPr>
                            </w:pPr>
                            <w:r w:rsidRPr="002354CE">
                              <w:rPr>
                                <w:rFonts w:ascii="Trebuchet MS" w:hAnsi="Trebuchet MS" w:cs="Lucida Sans"/>
                                <w:color w:val="F8FFFC"/>
                                <w:sz w:val="28"/>
                                <w:szCs w:val="28"/>
                              </w:rPr>
                              <w:t>Speaker/Training Fee Schedule</w:t>
                            </w:r>
                          </w:p>
                          <w:p w:rsidR="00EB2561" w:rsidRPr="00ED15F8" w:rsidRDefault="00ED15F8" w:rsidP="00ED15F8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D15F8">
                              <w:rPr>
                                <w:sz w:val="40"/>
                                <w:szCs w:val="40"/>
                              </w:rPr>
                              <w:t>Krista</w:t>
                            </w:r>
                            <w:r w:rsidR="00E92058" w:rsidRPr="00ED15F8">
                              <w:rPr>
                                <w:sz w:val="40"/>
                                <w:szCs w:val="40"/>
                              </w:rPr>
                              <w:t xml:space="preserve"> Woods</w:t>
                            </w:r>
                            <w:r w:rsidR="00EB2561" w:rsidRPr="00ED15F8">
                              <w:rPr>
                                <w:sz w:val="40"/>
                                <w:szCs w:val="40"/>
                              </w:rPr>
                              <w:t>, M.S.W., LCSW</w:t>
                            </w:r>
                          </w:p>
                          <w:p w:rsidR="00ED15F8" w:rsidRPr="00ED15F8" w:rsidRDefault="00ED15F8" w:rsidP="00ED15F8">
                            <w:pPr>
                              <w:pStyle w:val="NoSpacing"/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formerly</w:t>
                            </w:r>
                            <w:proofErr w:type="gramEnd"/>
                            <w:r>
                              <w:t xml:space="preserve"> McCoy)</w:t>
                            </w:r>
                          </w:p>
                          <w:p w:rsidR="002354CE" w:rsidRPr="005C68EC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71633">
                              <w:rPr>
                                <w:rFonts w:ascii="Trebuchet MS" w:hAnsi="Trebuchet MS" w:cs="Lucida Sans"/>
                                <w:color w:val="000000"/>
                                <w:sz w:val="24"/>
                                <w:szCs w:val="24"/>
                              </w:rPr>
                              <w:t>www.integrityclinicalconsulting.com</w:t>
                            </w:r>
                          </w:p>
                          <w:p w:rsidR="002354CE" w:rsidRPr="005C68EC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sz w:val="24"/>
                                <w:szCs w:val="24"/>
                              </w:rPr>
                            </w:pPr>
                            <w:r w:rsidRPr="005C68EC">
                              <w:rPr>
                                <w:rFonts w:ascii="Trebuchet MS" w:hAnsi="Trebuchet MS" w:cs="Lucida Sans"/>
                                <w:sz w:val="24"/>
                                <w:szCs w:val="24"/>
                              </w:rPr>
                              <w:t xml:space="preserve">Email: </w:t>
                            </w:r>
                            <w:r w:rsidR="00ED15F8">
                              <w:rPr>
                                <w:rFonts w:ascii="Trebuchet MS" w:hAnsi="Trebuchet MS" w:cs="Lucida Sans"/>
                                <w:sz w:val="24"/>
                                <w:szCs w:val="24"/>
                              </w:rPr>
                              <w:t>socialworkerkrista@gmail.com</w:t>
                            </w:r>
                          </w:p>
                          <w:p w:rsidR="002354CE" w:rsidRPr="00ED15F8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sz w:val="36"/>
                                <w:szCs w:val="36"/>
                              </w:rPr>
                            </w:pPr>
                            <w:r w:rsidRPr="00ED15F8">
                              <w:rPr>
                                <w:rFonts w:ascii="Trebuchet MS" w:hAnsi="Trebuchet MS" w:cs="Lucida Sans"/>
                                <w:sz w:val="36"/>
                                <w:szCs w:val="36"/>
                              </w:rPr>
                              <w:t>(708) 769-6876</w:t>
                            </w:r>
                          </w:p>
                          <w:p w:rsidR="002354CE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color w:val="F8FFFC"/>
                                <w:sz w:val="24"/>
                                <w:szCs w:val="24"/>
                              </w:rPr>
                            </w:pPr>
                          </w:p>
                          <w:p w:rsidR="002354CE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color w:val="F8FFFC"/>
                                <w:sz w:val="24"/>
                                <w:szCs w:val="24"/>
                              </w:rPr>
                            </w:pPr>
                          </w:p>
                          <w:p w:rsidR="002354CE" w:rsidRPr="002354CE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color w:val="F8FFFC"/>
                                <w:sz w:val="24"/>
                                <w:szCs w:val="24"/>
                              </w:rPr>
                            </w:pPr>
                          </w:p>
                          <w:p w:rsidR="002354CE" w:rsidRPr="002354CE" w:rsidRDefault="002354CE" w:rsidP="00EB2561">
                            <w:pPr>
                              <w:jc w:val="center"/>
                              <w:rPr>
                                <w:rFonts w:ascii="Trebuchet MS" w:hAnsi="Trebuchet MS" w:cs="Lucida Sans"/>
                                <w:color w:val="F8FFF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08FDD" id="_x0000_t202" coordsize="21600,21600" o:spt="202" path="m,l,21600r21600,l21600,xe">
                <v:stroke joinstyle="miter"/>
                <v:path gradientshapeok="t" o:connecttype="rect"/>
              </v:shapetype>
              <v:shape id="Text Box 267" o:spid="_x0000_s1026" type="#_x0000_t202" style="position:absolute;margin-left:82.05pt;margin-top:13.4pt;width:418.55pt;height:219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" filled="f" stroked="f">
                <v:textbox inset="0,0,0,0">
                  <w:txbxContent>
                    <w:p w:rsidR="00FA192C" w:rsidRPr="00ED15F8" w:rsidRDefault="00EB2561" w:rsidP="00EB2561">
                      <w:pPr>
                        <w:jc w:val="center"/>
                        <w:rPr>
                          <w:rFonts w:ascii="Trebuchet MS" w:hAnsi="Trebuchet MS" w:cs="Lucida Sans"/>
                          <w:sz w:val="40"/>
                          <w:szCs w:val="40"/>
                        </w:rPr>
                      </w:pPr>
                      <w:r w:rsidRPr="00ED15F8">
                        <w:rPr>
                          <w:rFonts w:ascii="Trebuchet MS" w:hAnsi="Trebuchet MS" w:cs="Lucida Sans"/>
                          <w:sz w:val="40"/>
                          <w:szCs w:val="40"/>
                        </w:rPr>
                        <w:t xml:space="preserve">Integrity Clinical </w:t>
                      </w:r>
                      <w:r w:rsidR="00FA192C" w:rsidRPr="00ED15F8">
                        <w:rPr>
                          <w:rFonts w:ascii="Trebuchet MS" w:hAnsi="Trebuchet MS" w:cs="Lucida Sans"/>
                          <w:sz w:val="40"/>
                          <w:szCs w:val="40"/>
                        </w:rPr>
                        <w:t>Consulting</w:t>
                      </w:r>
                      <w:r w:rsidRPr="00ED15F8">
                        <w:rPr>
                          <w:rFonts w:ascii="Trebuchet MS" w:hAnsi="Trebuchet MS" w:cs="Lucida Sans"/>
                          <w:sz w:val="40"/>
                          <w:szCs w:val="40"/>
                        </w:rPr>
                        <w:t xml:space="preserve"> and Training LLC</w:t>
                      </w:r>
                    </w:p>
                    <w:p w:rsidR="00EB2561" w:rsidRPr="002354CE" w:rsidRDefault="00EB2561" w:rsidP="00EB2561">
                      <w:pPr>
                        <w:jc w:val="center"/>
                        <w:rPr>
                          <w:rFonts w:ascii="Trebuchet MS" w:hAnsi="Trebuchet MS" w:cs="Lucida Sans"/>
                          <w:color w:val="F8FFFC"/>
                          <w:sz w:val="28"/>
                          <w:szCs w:val="28"/>
                        </w:rPr>
                      </w:pPr>
                      <w:r w:rsidRPr="002354CE">
                        <w:rPr>
                          <w:rFonts w:ascii="Trebuchet MS" w:hAnsi="Trebuchet MS" w:cs="Lucida Sans"/>
                          <w:color w:val="F8FFFC"/>
                          <w:sz w:val="28"/>
                          <w:szCs w:val="28"/>
                        </w:rPr>
                        <w:t>Speaker/Training Fee Schedule</w:t>
                      </w:r>
                    </w:p>
                    <w:p w:rsidR="00EB2561" w:rsidRPr="00ED15F8" w:rsidRDefault="00ED15F8" w:rsidP="00ED15F8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ED15F8">
                        <w:rPr>
                          <w:sz w:val="40"/>
                          <w:szCs w:val="40"/>
                        </w:rPr>
                        <w:t>Krista</w:t>
                      </w:r>
                      <w:r w:rsidR="00E92058" w:rsidRPr="00ED15F8">
                        <w:rPr>
                          <w:sz w:val="40"/>
                          <w:szCs w:val="40"/>
                        </w:rPr>
                        <w:t xml:space="preserve"> Woods</w:t>
                      </w:r>
                      <w:r w:rsidR="00EB2561" w:rsidRPr="00ED15F8">
                        <w:rPr>
                          <w:sz w:val="40"/>
                          <w:szCs w:val="40"/>
                        </w:rPr>
                        <w:t>, M.S.W., LCSW</w:t>
                      </w:r>
                    </w:p>
                    <w:p w:rsidR="00ED15F8" w:rsidRPr="00ED15F8" w:rsidRDefault="00ED15F8" w:rsidP="00ED15F8">
                      <w:pPr>
                        <w:pStyle w:val="NoSpacing"/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formerly</w:t>
                      </w:r>
                      <w:proofErr w:type="gramEnd"/>
                      <w:r>
                        <w:t xml:space="preserve"> McCoy)</w:t>
                      </w:r>
                    </w:p>
                    <w:p w:rsidR="002354CE" w:rsidRPr="005C68EC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color w:val="000000"/>
                          <w:sz w:val="24"/>
                          <w:szCs w:val="24"/>
                        </w:rPr>
                      </w:pPr>
                      <w:r w:rsidRPr="00071633">
                        <w:rPr>
                          <w:rFonts w:ascii="Trebuchet MS" w:hAnsi="Trebuchet MS" w:cs="Lucida Sans"/>
                          <w:color w:val="000000"/>
                          <w:sz w:val="24"/>
                          <w:szCs w:val="24"/>
                        </w:rPr>
                        <w:t>www.integrityclinicalconsulting.com</w:t>
                      </w:r>
                    </w:p>
                    <w:p w:rsidR="002354CE" w:rsidRPr="005C68EC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sz w:val="24"/>
                          <w:szCs w:val="24"/>
                        </w:rPr>
                      </w:pPr>
                      <w:r w:rsidRPr="005C68EC">
                        <w:rPr>
                          <w:rFonts w:ascii="Trebuchet MS" w:hAnsi="Trebuchet MS" w:cs="Lucida Sans"/>
                          <w:sz w:val="24"/>
                          <w:szCs w:val="24"/>
                        </w:rPr>
                        <w:t xml:space="preserve">Email: </w:t>
                      </w:r>
                      <w:r w:rsidR="00ED15F8">
                        <w:rPr>
                          <w:rFonts w:ascii="Trebuchet MS" w:hAnsi="Trebuchet MS" w:cs="Lucida Sans"/>
                          <w:sz w:val="24"/>
                          <w:szCs w:val="24"/>
                        </w:rPr>
                        <w:t>socialworkerkrista@gmail.com</w:t>
                      </w:r>
                    </w:p>
                    <w:p w:rsidR="002354CE" w:rsidRPr="00ED15F8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sz w:val="36"/>
                          <w:szCs w:val="36"/>
                        </w:rPr>
                      </w:pPr>
                      <w:r w:rsidRPr="00ED15F8">
                        <w:rPr>
                          <w:rFonts w:ascii="Trebuchet MS" w:hAnsi="Trebuchet MS" w:cs="Lucida Sans"/>
                          <w:sz w:val="36"/>
                          <w:szCs w:val="36"/>
                        </w:rPr>
                        <w:t>(708) 769-6876</w:t>
                      </w:r>
                    </w:p>
                    <w:p w:rsidR="002354CE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color w:val="F8FFFC"/>
                          <w:sz w:val="24"/>
                          <w:szCs w:val="24"/>
                        </w:rPr>
                      </w:pPr>
                    </w:p>
                    <w:p w:rsidR="002354CE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color w:val="F8FFFC"/>
                          <w:sz w:val="24"/>
                          <w:szCs w:val="24"/>
                        </w:rPr>
                      </w:pPr>
                    </w:p>
                    <w:p w:rsidR="002354CE" w:rsidRPr="002354CE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color w:val="F8FFFC"/>
                          <w:sz w:val="24"/>
                          <w:szCs w:val="24"/>
                        </w:rPr>
                      </w:pPr>
                    </w:p>
                    <w:p w:rsidR="002354CE" w:rsidRPr="002354CE" w:rsidRDefault="002354CE" w:rsidP="00EB2561">
                      <w:pPr>
                        <w:jc w:val="center"/>
                        <w:rPr>
                          <w:rFonts w:ascii="Trebuchet MS" w:hAnsi="Trebuchet MS" w:cs="Lucida Sans"/>
                          <w:color w:val="F8FFFC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FA4A51" wp14:editId="2501D394">
                <wp:simplePos x="0" y="0"/>
                <wp:positionH relativeFrom="column">
                  <wp:posOffset>3423580</wp:posOffset>
                </wp:positionH>
                <wp:positionV relativeFrom="paragraph">
                  <wp:posOffset>3306282</wp:posOffset>
                </wp:positionV>
                <wp:extent cx="4157331" cy="4781550"/>
                <wp:effectExtent l="0" t="0" r="15240" b="0"/>
                <wp:wrapNone/>
                <wp:docPr id="8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331" cy="478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030" w:rsidRDefault="00ED15F8" w:rsidP="003A1030">
                            <w:pPr>
                              <w:spacing w:after="0" w:line="240" w:lineRule="auto"/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>Krista</w:t>
                            </w:r>
                            <w:r w:rsidR="00E92058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 Woods</w:t>
                            </w:r>
                            <w:r w:rsidR="002354CE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, M.S.W. LCSW, and associates can </w:t>
                            </w:r>
                            <w:r w:rsidR="003A1030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>speak individually,</w:t>
                            </w:r>
                            <w:r w:rsidR="002354CE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 to small groups or large audiences (200+) in the Chicago area, nationally or internationally.  They are available to speak at one day workshops or symposiums lasting several days.</w:t>
                            </w:r>
                            <w:r w:rsidR="003A1030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  Some possible topics include: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Adoption/transracial adoption (domestic and international)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Foster care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Preparing families for adoption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Adoption through the lifespan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Impact of child abuse and neglect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Racial/cultural awareness training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Substance abuse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Mental illness</w:t>
                            </w:r>
                          </w:p>
                          <w:p w:rsid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Domestic violence</w:t>
                            </w:r>
                          </w:p>
                          <w:p w:rsidR="003A1030" w:rsidRPr="003A1030" w:rsidRDefault="003A1030" w:rsidP="003A10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Trainings for clinical/direct practice staff</w:t>
                            </w:r>
                          </w:p>
                          <w:p w:rsidR="003A1030" w:rsidRPr="00EB2561" w:rsidRDefault="003A1030" w:rsidP="00FA192C">
                            <w:pPr>
                              <w:spacing w:after="0" w:line="240" w:lineRule="auto"/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A4A51" id="Text Box 299" o:spid="_x0000_s1027" type="#_x0000_t202" style="position:absolute;margin-left:269.55pt;margin-top:260.35pt;width:327.35pt;height:376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0utAIAALM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" filled="f" stroked="f">
                <v:textbox inset="0,0,0,0">
                  <w:txbxContent>
                    <w:p w:rsidR="003A1030" w:rsidRDefault="00ED15F8" w:rsidP="003A1030">
                      <w:pPr>
                        <w:spacing w:after="0" w:line="240" w:lineRule="auto"/>
                        <w:rPr>
                          <w:b/>
                          <w:color w:val="7030A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7030A0"/>
                          <w:sz w:val="36"/>
                          <w:szCs w:val="36"/>
                        </w:rPr>
                        <w:t>Krista</w:t>
                      </w:r>
                      <w:r w:rsidR="00E92058">
                        <w:rPr>
                          <w:b/>
                          <w:color w:val="7030A0"/>
                          <w:sz w:val="36"/>
                          <w:szCs w:val="36"/>
                        </w:rPr>
                        <w:t xml:space="preserve"> Woods</w:t>
                      </w:r>
                      <w:r w:rsidR="002354CE">
                        <w:rPr>
                          <w:b/>
                          <w:color w:val="7030A0"/>
                          <w:sz w:val="36"/>
                          <w:szCs w:val="36"/>
                        </w:rPr>
                        <w:t xml:space="preserve">, M.S.W. LCSW, and associates can </w:t>
                      </w:r>
                      <w:r w:rsidR="003A1030">
                        <w:rPr>
                          <w:b/>
                          <w:color w:val="7030A0"/>
                          <w:sz w:val="36"/>
                          <w:szCs w:val="36"/>
                        </w:rPr>
                        <w:t>speak individually,</w:t>
                      </w:r>
                      <w:r w:rsidR="002354CE">
                        <w:rPr>
                          <w:b/>
                          <w:color w:val="7030A0"/>
                          <w:sz w:val="36"/>
                          <w:szCs w:val="36"/>
                        </w:rPr>
                        <w:t xml:space="preserve"> to small groups or large audiences (200+) in the Chicago area, nationally or internationally.  They are available to speak at one day workshops or symposiums lasting several days.</w:t>
                      </w:r>
                      <w:r w:rsidR="003A1030">
                        <w:rPr>
                          <w:b/>
                          <w:color w:val="7030A0"/>
                          <w:sz w:val="36"/>
                          <w:szCs w:val="36"/>
                        </w:rPr>
                        <w:t xml:space="preserve">  Some possible topics include: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Adoption/transracial adoption (domestic and international)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Foster care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Preparing families for adoption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Adoption through the lifespan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Impact of child abuse and neglect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Racial/cultural awareness training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Substance abuse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Mental illness</w:t>
                      </w:r>
                    </w:p>
                    <w:p w:rsid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Domestic violence</w:t>
                      </w:r>
                    </w:p>
                    <w:p w:rsidR="003A1030" w:rsidRPr="003A1030" w:rsidRDefault="003A1030" w:rsidP="003A103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Trainings for clinical/direct practice staff</w:t>
                      </w:r>
                    </w:p>
                    <w:p w:rsidR="003A1030" w:rsidRPr="00EB2561" w:rsidRDefault="003A1030" w:rsidP="00FA192C">
                      <w:pPr>
                        <w:spacing w:after="0" w:line="240" w:lineRule="auto"/>
                        <w:rPr>
                          <w:b/>
                          <w:color w:val="7030A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20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1E998D" wp14:editId="7AF58651">
                <wp:simplePos x="0" y="0"/>
                <wp:positionH relativeFrom="column">
                  <wp:posOffset>121285</wp:posOffset>
                </wp:positionH>
                <wp:positionV relativeFrom="paragraph">
                  <wp:posOffset>4733925</wp:posOffset>
                </wp:positionV>
                <wp:extent cx="2925445" cy="3038475"/>
                <wp:effectExtent l="26035" t="19050" r="39370" b="47625"/>
                <wp:wrapNone/>
                <wp:docPr id="9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3038475"/>
                        </a:xfrm>
                        <a:prstGeom prst="rect">
                          <a:avLst/>
                        </a:prstGeom>
                        <a:solidFill>
                          <a:srgbClr val="8064A2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53BF1" w:rsidRPr="00253BF1" w:rsidRDefault="004B7F12" w:rsidP="00253BF1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253BF1">
                              <w:rPr>
                                <w:sz w:val="28"/>
                                <w:szCs w:val="28"/>
                              </w:rPr>
                              <w:t>*Transportation costs from C</w:t>
                            </w:r>
                            <w:r w:rsidR="00253BF1" w:rsidRPr="00253BF1">
                              <w:rPr>
                                <w:sz w:val="28"/>
                                <w:szCs w:val="28"/>
                              </w:rPr>
                              <w:t>hicago, IL to speaking location-</w:t>
                            </w:r>
                            <w:r w:rsidRPr="00253BF1">
                              <w:rPr>
                                <w:sz w:val="28"/>
                                <w:szCs w:val="28"/>
                              </w:rPr>
                              <w:t xml:space="preserve"> including </w:t>
                            </w:r>
                            <w:r w:rsidR="00253BF1" w:rsidRPr="00253BF1">
                              <w:rPr>
                                <w:sz w:val="28"/>
                                <w:szCs w:val="28"/>
                              </w:rPr>
                              <w:t>ground transportation if flying and/or parking</w:t>
                            </w:r>
                          </w:p>
                          <w:p w:rsidR="00253BF1" w:rsidRDefault="00253BF1" w:rsidP="00253BF1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253BF1">
                              <w:rPr>
                                <w:sz w:val="28"/>
                                <w:szCs w:val="28"/>
                              </w:rPr>
                              <w:t>*lodging as necessary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D15F8" w:rsidRPr="00253BF1" w:rsidRDefault="00ED15F8" w:rsidP="00253BF1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*daily meals </w:t>
                            </w:r>
                          </w:p>
                          <w:p w:rsidR="00071633" w:rsidRDefault="00253BF1" w:rsidP="00253BF1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253BF1">
                              <w:rPr>
                                <w:sz w:val="28"/>
                                <w:szCs w:val="28"/>
                              </w:rPr>
                              <w:t>*speaker’s fee/honorarium r</w:t>
                            </w:r>
                            <w:r w:rsidR="00ED15F8">
                              <w:rPr>
                                <w:sz w:val="28"/>
                                <w:szCs w:val="28"/>
                              </w:rPr>
                              <w:t>anging from $25</w:t>
                            </w:r>
                            <w:r w:rsidR="00B82B81">
                              <w:rPr>
                                <w:sz w:val="28"/>
                                <w:szCs w:val="28"/>
                              </w:rPr>
                              <w:t>0-</w:t>
                            </w:r>
                            <w:r w:rsidR="00ED15F8">
                              <w:rPr>
                                <w:sz w:val="28"/>
                                <w:szCs w:val="28"/>
                              </w:rPr>
                              <w:t>$9</w:t>
                            </w:r>
                            <w:r w:rsidRPr="00253BF1">
                              <w:rPr>
                                <w:sz w:val="28"/>
                                <w:szCs w:val="28"/>
                              </w:rPr>
                              <w:t>00 per day</w:t>
                            </w:r>
                          </w:p>
                          <w:p w:rsidR="00071633" w:rsidRDefault="00071633" w:rsidP="00253BF1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*Additional charge if presenting for CLE credit-approval for attending at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torneys</w:t>
                            </w:r>
                          </w:p>
                          <w:p w:rsidR="00253BF1" w:rsidRDefault="00253BF1" w:rsidP="00253BF1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53BF1" w:rsidRPr="00253BF1" w:rsidRDefault="003A1030" w:rsidP="00253BF1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 w:rsidR="00E92058">
                              <w:rPr>
                                <w:sz w:val="28"/>
                                <w:szCs w:val="28"/>
                              </w:rPr>
                              <w:t>Fees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53BF1">
                              <w:rPr>
                                <w:sz w:val="28"/>
                                <w:szCs w:val="28"/>
                              </w:rPr>
                              <w:t>may be negotiable)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E998D" id="Text Box 286" o:spid="_x0000_s1028" type="#_x0000_t202" style="position:absolute;margin-left:9.55pt;margin-top:372.75pt;width:230.35pt;height:23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" fillcolor="#8064a2" strokecolor="#f2f2f2" strokeweight="3pt">
                <v:shadow on="t" color="#3f3151" opacity=".5" offset="1pt"/>
                <v:textbox inset="0,0,0,0">
                  <w:txbxContent>
                    <w:p w:rsidR="00253BF1" w:rsidRPr="00253BF1" w:rsidRDefault="004B7F12" w:rsidP="00253BF1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253BF1">
                        <w:rPr>
                          <w:sz w:val="28"/>
                          <w:szCs w:val="28"/>
                        </w:rPr>
                        <w:t>*Transportation costs from C</w:t>
                      </w:r>
                      <w:r w:rsidR="00253BF1" w:rsidRPr="00253BF1">
                        <w:rPr>
                          <w:sz w:val="28"/>
                          <w:szCs w:val="28"/>
                        </w:rPr>
                        <w:t>hicago, IL to speaking location-</w:t>
                      </w:r>
                      <w:r w:rsidRPr="00253BF1">
                        <w:rPr>
                          <w:sz w:val="28"/>
                          <w:szCs w:val="28"/>
                        </w:rPr>
                        <w:t xml:space="preserve"> including </w:t>
                      </w:r>
                      <w:r w:rsidR="00253BF1" w:rsidRPr="00253BF1">
                        <w:rPr>
                          <w:sz w:val="28"/>
                          <w:szCs w:val="28"/>
                        </w:rPr>
                        <w:t>ground transportation if flying and/or parking</w:t>
                      </w:r>
                    </w:p>
                    <w:p w:rsidR="00253BF1" w:rsidRDefault="00253BF1" w:rsidP="00253BF1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253BF1">
                        <w:rPr>
                          <w:sz w:val="28"/>
                          <w:szCs w:val="28"/>
                        </w:rPr>
                        <w:t>*lodging as necessary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ED15F8" w:rsidRPr="00253BF1" w:rsidRDefault="00ED15F8" w:rsidP="00253BF1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*daily meals </w:t>
                      </w:r>
                    </w:p>
                    <w:p w:rsidR="00071633" w:rsidRDefault="00253BF1" w:rsidP="00253BF1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253BF1">
                        <w:rPr>
                          <w:sz w:val="28"/>
                          <w:szCs w:val="28"/>
                        </w:rPr>
                        <w:t>*speaker’s fee/honorarium r</w:t>
                      </w:r>
                      <w:r w:rsidR="00ED15F8">
                        <w:rPr>
                          <w:sz w:val="28"/>
                          <w:szCs w:val="28"/>
                        </w:rPr>
                        <w:t>anging from $25</w:t>
                      </w:r>
                      <w:r w:rsidR="00B82B81">
                        <w:rPr>
                          <w:sz w:val="28"/>
                          <w:szCs w:val="28"/>
                        </w:rPr>
                        <w:t>0-</w:t>
                      </w:r>
                      <w:r w:rsidR="00ED15F8">
                        <w:rPr>
                          <w:sz w:val="28"/>
                          <w:szCs w:val="28"/>
                        </w:rPr>
                        <w:t>$9</w:t>
                      </w:r>
                      <w:r w:rsidRPr="00253BF1">
                        <w:rPr>
                          <w:sz w:val="28"/>
                          <w:szCs w:val="28"/>
                        </w:rPr>
                        <w:t>00 per day</w:t>
                      </w:r>
                    </w:p>
                    <w:p w:rsidR="00071633" w:rsidRDefault="00071633" w:rsidP="00253BF1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*Additional charge if presenting for CLE credit-approval for attending at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torneys</w:t>
                      </w:r>
                    </w:p>
                    <w:p w:rsidR="00253BF1" w:rsidRDefault="00253BF1" w:rsidP="00253BF1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53BF1" w:rsidRPr="00253BF1" w:rsidRDefault="003A1030" w:rsidP="00253BF1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(</w:t>
                      </w:r>
                      <w:r w:rsidR="00E92058">
                        <w:rPr>
                          <w:sz w:val="28"/>
                          <w:szCs w:val="28"/>
                        </w:rPr>
                        <w:t>Fees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53BF1">
                        <w:rPr>
                          <w:sz w:val="28"/>
                          <w:szCs w:val="28"/>
                        </w:rPr>
                        <w:t>may be negotiable)</w:t>
                      </w:r>
                    </w:p>
                  </w:txbxContent>
                </v:textbox>
              </v:shape>
            </w:pict>
          </mc:Fallback>
        </mc:AlternateContent>
      </w:r>
      <w:r w:rsidR="00E920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82ED84C" wp14:editId="782CB3A6">
                <wp:simplePos x="0" y="0"/>
                <wp:positionH relativeFrom="column">
                  <wp:posOffset>-96520</wp:posOffset>
                </wp:positionH>
                <wp:positionV relativeFrom="paragraph">
                  <wp:posOffset>8829675</wp:posOffset>
                </wp:positionV>
                <wp:extent cx="8155305" cy="1505585"/>
                <wp:effectExtent l="0" t="0" r="0" b="0"/>
                <wp:wrapNone/>
                <wp:docPr id="7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5305" cy="15055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768440"/>
                            </a:gs>
                            <a:gs pos="100000">
                              <a:srgbClr val="515E29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5F8" w:rsidRDefault="00ED15F8" w:rsidP="00ED15F8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Integrity Clinical Consulting &amp; Training LLC</w:t>
                            </w:r>
                          </w:p>
                          <w:p w:rsidR="00ED15F8" w:rsidRPr="00ED15F8" w:rsidRDefault="00ED15F8" w:rsidP="00ED15F8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D15F8">
                              <w:rPr>
                                <w:sz w:val="28"/>
                                <w:szCs w:val="28"/>
                              </w:rPr>
                              <w:t>4440 Lincoln Highway</w:t>
                            </w:r>
                          </w:p>
                          <w:p w:rsidR="00ED15F8" w:rsidRPr="00ED15F8" w:rsidRDefault="00ED15F8" w:rsidP="00ED15F8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D15F8">
                              <w:rPr>
                                <w:sz w:val="28"/>
                                <w:szCs w:val="28"/>
                              </w:rPr>
                              <w:t>Suite 100-G</w:t>
                            </w:r>
                          </w:p>
                          <w:p w:rsidR="00ED15F8" w:rsidRPr="00ED15F8" w:rsidRDefault="00ED15F8" w:rsidP="00ED15F8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D15F8">
                              <w:rPr>
                                <w:sz w:val="28"/>
                                <w:szCs w:val="28"/>
                              </w:rPr>
                              <w:t>Matteson, IL 60443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ED84C" id="Rectangle 280" o:spid="_x0000_s1029" style="position:absolute;margin-left:-7.6pt;margin-top:695.25pt;width:642.15pt;height:118.5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" fillcolor="#768440" stroked="f">
                <v:fill color2="#515e29" focusposition=".5,.5" focussize="" focus="100%" type="gradientRadial"/>
                <v:textbox>
                  <w:txbxContent>
                    <w:p w:rsidR="00ED15F8" w:rsidRDefault="00ED15F8" w:rsidP="00ED15F8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Integrity Clinical Consulting &amp; Training LLC</w:t>
                      </w:r>
                    </w:p>
                    <w:p w:rsidR="00ED15F8" w:rsidRPr="00ED15F8" w:rsidRDefault="00ED15F8" w:rsidP="00ED15F8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D15F8">
                        <w:rPr>
                          <w:sz w:val="28"/>
                          <w:szCs w:val="28"/>
                        </w:rPr>
                        <w:t>4440 Lincoln Highway</w:t>
                      </w:r>
                    </w:p>
                    <w:p w:rsidR="00ED15F8" w:rsidRPr="00ED15F8" w:rsidRDefault="00ED15F8" w:rsidP="00ED15F8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D15F8">
                        <w:rPr>
                          <w:sz w:val="28"/>
                          <w:szCs w:val="28"/>
                        </w:rPr>
                        <w:t>Suite 100-G</w:t>
                      </w:r>
                    </w:p>
                    <w:p w:rsidR="00ED15F8" w:rsidRPr="00ED15F8" w:rsidRDefault="00ED15F8" w:rsidP="00ED15F8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D15F8">
                        <w:rPr>
                          <w:sz w:val="28"/>
                          <w:szCs w:val="28"/>
                        </w:rPr>
                        <w:t>Matteson, IL 60443</w:t>
                      </w:r>
                    </w:p>
                  </w:txbxContent>
                </v:textbox>
              </v:rect>
            </w:pict>
          </mc:Fallback>
        </mc:AlternateContent>
      </w:r>
      <w:r w:rsidR="00E920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F4D18D" wp14:editId="7C17FDF0">
                <wp:simplePos x="0" y="0"/>
                <wp:positionH relativeFrom="column">
                  <wp:posOffset>121285</wp:posOffset>
                </wp:positionH>
                <wp:positionV relativeFrom="paragraph">
                  <wp:posOffset>3990975</wp:posOffset>
                </wp:positionV>
                <wp:extent cx="2925445" cy="581025"/>
                <wp:effectExtent l="0" t="0" r="1270" b="0"/>
                <wp:wrapNone/>
                <wp:docPr id="6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544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192C" w:rsidRPr="009C0B2C" w:rsidRDefault="002354CE" w:rsidP="004B7F12">
                            <w:pPr>
                              <w:jc w:val="center"/>
                              <w:rPr>
                                <w:rFonts w:ascii="Trebuchet MS" w:eastAsia="MS Gothic" w:hAnsi="Trebuchet MS" w:cs="Tahoma"/>
                                <w:b/>
                                <w:color w:val="000000"/>
                                <w:spacing w:val="20"/>
                                <w:sz w:val="60"/>
                                <w:szCs w:val="60"/>
                              </w:rPr>
                            </w:pPr>
                            <w:r w:rsidRPr="009C0B2C">
                              <w:rPr>
                                <w:rFonts w:ascii="Trebuchet MS" w:eastAsia="MS Gothic" w:hAnsi="Trebuchet MS" w:cs="Tahoma"/>
                                <w:b/>
                                <w:color w:val="000000"/>
                                <w:spacing w:val="20"/>
                                <w:sz w:val="60"/>
                                <w:szCs w:val="60"/>
                              </w:rPr>
                              <w:t>Our Fees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28" type="#_x0000_t202" style="position:absolute;margin-left:9.55pt;margin-top:314.25pt;width:230.35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" filled="f" stroked="f">
                <v:textbox inset="0,0,0,0">
                  <w:txbxContent>
                    <w:p w:rsidR="00FA192C" w:rsidRPr="009C0B2C" w:rsidRDefault="002354CE" w:rsidP="004B7F12">
                      <w:pPr>
                        <w:jc w:val="center"/>
                        <w:rPr>
                          <w:rFonts w:ascii="Trebuchet MS" w:eastAsia="MS Gothic" w:hAnsi="Trebuchet MS" w:cs="Tahoma"/>
                          <w:b/>
                          <w:color w:val="000000"/>
                          <w:spacing w:val="20"/>
                          <w:sz w:val="60"/>
                          <w:szCs w:val="60"/>
                        </w:rPr>
                      </w:pPr>
                      <w:r w:rsidRPr="009C0B2C">
                        <w:rPr>
                          <w:rFonts w:ascii="Trebuchet MS" w:eastAsia="MS Gothic" w:hAnsi="Trebuchet MS" w:cs="Tahoma"/>
                          <w:b/>
                          <w:color w:val="000000"/>
                          <w:spacing w:val="20"/>
                          <w:sz w:val="60"/>
                          <w:szCs w:val="60"/>
                        </w:rPr>
                        <w:t>Our Fees</w:t>
                      </w:r>
                    </w:p>
                  </w:txbxContent>
                </v:textbox>
              </v:shape>
            </w:pict>
          </mc:Fallback>
        </mc:AlternateContent>
      </w:r>
      <w:r w:rsidR="00E920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F75D9B9" wp14:editId="272E59A9">
                <wp:simplePos x="0" y="0"/>
                <wp:positionH relativeFrom="column">
                  <wp:posOffset>0</wp:posOffset>
                </wp:positionH>
                <wp:positionV relativeFrom="paragraph">
                  <wp:posOffset>3552825</wp:posOffset>
                </wp:positionV>
                <wp:extent cx="8006080" cy="4684395"/>
                <wp:effectExtent l="0" t="0" r="4445" b="1905"/>
                <wp:wrapNone/>
                <wp:docPr id="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6080" cy="4684395"/>
                        </a:xfrm>
                        <a:prstGeom prst="rect">
                          <a:avLst/>
                        </a:prstGeom>
                        <a:solidFill>
                          <a:srgbClr val="CCDE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3ABA9" id="Rectangle 221" o:spid="_x0000_s1026" style="position:absolute;margin-left:0;margin-top:279.75pt;width:630.4pt;height:368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" fillcolor="#ccde92" stroked="f"/>
            </w:pict>
          </mc:Fallback>
        </mc:AlternateContent>
      </w:r>
      <w:r w:rsidR="00E920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8327EDD" wp14:editId="0439AF4B">
                <wp:simplePos x="0" y="0"/>
                <wp:positionH relativeFrom="column">
                  <wp:posOffset>-291465</wp:posOffset>
                </wp:positionH>
                <wp:positionV relativeFrom="paragraph">
                  <wp:posOffset>-2240915</wp:posOffset>
                </wp:positionV>
                <wp:extent cx="8059420" cy="5479415"/>
                <wp:effectExtent l="22860" t="26035" r="23495" b="28575"/>
                <wp:wrapNone/>
                <wp:docPr id="4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9420" cy="5479415"/>
                        </a:xfrm>
                        <a:prstGeom prst="rect">
                          <a:avLst/>
                        </a:prstGeom>
                        <a:solidFill>
                          <a:srgbClr val="8064A2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2561" w:rsidRDefault="00EB2561">
                            <w:proofErr w:type="spellStart"/>
                            <w:proofErr w:type="gramStart"/>
                            <w:r>
                              <w:t>ff</w:t>
                            </w:r>
                            <w:proofErr w:type="spellEnd"/>
                            <w:proofErr w:type="gramEnd"/>
                            <w:r w:rsidR="00D375F3">
                              <w:rPr>
                                <w:noProof/>
                              </w:rPr>
                              <w:drawing>
                                <wp:inline distT="0" distB="0" distL="0" distR="0" wp14:anchorId="43451E26" wp14:editId="4DA280EE">
                                  <wp:extent cx="3676650" cy="752475"/>
                                  <wp:effectExtent l="19050" t="0" r="0" b="0"/>
                                  <wp:docPr id="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6650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375F3">
                              <w:rPr>
                                <w:noProof/>
                              </w:rPr>
                              <w:drawing>
                                <wp:inline distT="0" distB="0" distL="0" distR="0" wp14:anchorId="6E38FE3A" wp14:editId="1B7DFA1F">
                                  <wp:extent cx="3672840" cy="749808"/>
                                  <wp:effectExtent l="76200" t="76200" r="118110" b="88392"/>
                                  <wp:docPr id="2" name="Picture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2840" cy="7498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 w="88900" cap="sq">
                                            <a:solidFill>
                                              <a:srgbClr val="FFFFFF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55000" dist="18000" dir="5400000" algn="tl" rotWithShape="0">
                                              <a:srgbClr val="000000">
                                                <a:alpha val="40000"/>
                                              </a:srgbClr>
                                            </a:outerShdw>
                                          </a:effectLst>
                                          <a:scene3d>
                                            <a:camera prst="orthographicFront"/>
                                            <a:lightRig rig="twoPt" dir="t">
                                              <a:rot lat="0" lon="0" rev="7200000"/>
                                            </a:lightRig>
                                          </a:scene3d>
                                          <a:sp3d>
                                            <a:bevelT w="25400" h="19050"/>
                                            <a:contourClr>
                                              <a:srgbClr val="FFFFFF"/>
                                            </a:contourClr>
                                          </a:sp3d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27EDD" id="Rectangle 223" o:spid="_x0000_s1031" style="position:absolute;margin-left:-22.95pt;margin-top:-176.45pt;width:634.6pt;height:431.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" fillcolor="#8064a2" strokecolor="#f2f2f2" strokeweight="3pt">
                <v:shadow color="#3f3151" opacity=".5" offset="1pt"/>
                <v:textbox>
                  <w:txbxContent>
                    <w:p w:rsidR="00EB2561" w:rsidRDefault="00EB2561">
                      <w:proofErr w:type="spellStart"/>
                      <w:proofErr w:type="gramStart"/>
                      <w:r>
                        <w:t>ff</w:t>
                      </w:r>
                      <w:proofErr w:type="spellEnd"/>
                      <w:proofErr w:type="gramEnd"/>
                      <w:r w:rsidR="00D375F3">
                        <w:rPr>
                          <w:noProof/>
                        </w:rPr>
                        <w:drawing>
                          <wp:inline distT="0" distB="0" distL="0" distR="0" wp14:anchorId="43451E26" wp14:editId="4DA280EE">
                            <wp:extent cx="3676650" cy="752475"/>
                            <wp:effectExtent l="19050" t="0" r="0" b="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76650" cy="752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375F3">
                        <w:rPr>
                          <w:noProof/>
                        </w:rPr>
                        <w:drawing>
                          <wp:inline distT="0" distB="0" distL="0" distR="0" wp14:anchorId="6E38FE3A" wp14:editId="1B7DFA1F">
                            <wp:extent cx="3672840" cy="749808"/>
                            <wp:effectExtent l="76200" t="76200" r="118110" b="88392"/>
                            <wp:docPr id="2" name="Picture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72840" cy="74980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 w="88900" cap="sq">
                                      <a:solidFill>
                                        <a:srgbClr val="FFFFFF"/>
                                      </a:solidFill>
                                      <a:miter lim="800000"/>
                                    </a:ln>
                                    <a:effectLst>
                                      <a:outerShdw blurRad="55000" dist="18000" dir="5400000" algn="tl" rotWithShape="0">
                                        <a:srgbClr val="000000">
                                          <a:alpha val="40000"/>
                                        </a:srgbClr>
                                      </a:outerShdw>
                                    </a:effectLst>
                                    <a:scene3d>
                                      <a:camera prst="orthographicFront"/>
                                      <a:lightRig rig="twoPt" dir="t">
                                        <a:rot lat="0" lon="0" rev="7200000"/>
                                      </a:lightRig>
                                    </a:scene3d>
                                    <a:sp3d>
                                      <a:bevelT w="25400" h="19050"/>
                                      <a:contourClr>
                                        <a:srgbClr val="FFFFFF"/>
                                      </a:contourClr>
                                    </a:sp3d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sectPr w:rsidR="00FA192C" w:rsidRPr="00FF713E" w:rsidSect="00FA192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33D4C"/>
    <w:multiLevelType w:val="hybridMultilevel"/>
    <w:tmpl w:val="B092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E3E25"/>
    <w:multiLevelType w:val="hybridMultilevel"/>
    <w:tmpl w:val="C0A61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45EF6"/>
    <w:multiLevelType w:val="hybridMultilevel"/>
    <w:tmpl w:val="9CFE49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FB3DCC"/>
    <w:multiLevelType w:val="hybridMultilevel"/>
    <w:tmpl w:val="D9C0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285FC1"/>
    <w:multiLevelType w:val="hybridMultilevel"/>
    <w:tmpl w:val="7D742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61"/>
    <w:rsid w:val="00071633"/>
    <w:rsid w:val="00076D6B"/>
    <w:rsid w:val="000E31BA"/>
    <w:rsid w:val="002354CE"/>
    <w:rsid w:val="00253BF1"/>
    <w:rsid w:val="003A1030"/>
    <w:rsid w:val="004B275D"/>
    <w:rsid w:val="004B7F12"/>
    <w:rsid w:val="005C68EC"/>
    <w:rsid w:val="008853F0"/>
    <w:rsid w:val="008C0A5C"/>
    <w:rsid w:val="009C0B2C"/>
    <w:rsid w:val="009F3355"/>
    <w:rsid w:val="00AE4E94"/>
    <w:rsid w:val="00B82B81"/>
    <w:rsid w:val="00BD6A25"/>
    <w:rsid w:val="00CD7121"/>
    <w:rsid w:val="00D375F3"/>
    <w:rsid w:val="00E92058"/>
    <w:rsid w:val="00EB2561"/>
    <w:rsid w:val="00ED15F8"/>
    <w:rsid w:val="00F012E0"/>
    <w:rsid w:val="00FA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BE3C6-796F-4A06-95DB-17F903E3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09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8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54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7F12"/>
    <w:pPr>
      <w:ind w:left="720"/>
      <w:contextualSpacing/>
    </w:pPr>
  </w:style>
  <w:style w:type="paragraph" w:styleId="NoSpacing">
    <w:name w:val="No Spacing"/>
    <w:uiPriority w:val="1"/>
    <w:qFormat/>
    <w:rsid w:val="00253BF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ista%20McCoy\Application%20Data\Microsoft\Templates\IN_GenConsultData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6733FB6-4DBC-46CA-B805-FA6279F8B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IN_GenConsultDatasheet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Links>
    <vt:vector size="12" baseType="variant">
      <vt:variant>
        <vt:i4>7471194</vt:i4>
      </vt:variant>
      <vt:variant>
        <vt:i4>3</vt:i4>
      </vt:variant>
      <vt:variant>
        <vt:i4>0</vt:i4>
      </vt:variant>
      <vt:variant>
        <vt:i4>5</vt:i4>
      </vt:variant>
      <vt:variant>
        <vt:lpwstr>mailto:Krista@integrityclincialconsulting.com</vt:lpwstr>
      </vt:variant>
      <vt:variant>
        <vt:lpwstr/>
      </vt:variant>
      <vt:variant>
        <vt:i4>7667834</vt:i4>
      </vt:variant>
      <vt:variant>
        <vt:i4>0</vt:i4>
      </vt:variant>
      <vt:variant>
        <vt:i4>0</vt:i4>
      </vt:variant>
      <vt:variant>
        <vt:i4>5</vt:i4>
      </vt:variant>
      <vt:variant>
        <vt:lpwstr>www.integrityclinicalconsulting.com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McCoy</dc:creator>
  <cp:keywords/>
  <dc:description/>
  <cp:lastModifiedBy>Krista Woods</cp:lastModifiedBy>
  <cp:revision>2</cp:revision>
  <cp:lastPrinted>2009-06-05T21:24:00Z</cp:lastPrinted>
  <dcterms:created xsi:type="dcterms:W3CDTF">2014-10-30T02:45:00Z</dcterms:created>
  <dcterms:modified xsi:type="dcterms:W3CDTF">2014-10-30T02:45:00Z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TC103770159990</vt:lpwstr>
  </property>
</Properties>
</file>